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D385752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745D90">
        <w:rPr>
          <w:rFonts w:cstheme="minorHAnsi"/>
          <w:b/>
          <w:szCs w:val="18"/>
        </w:rPr>
        <w:t xml:space="preserve">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17F9CD1D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F3414F" w:rsidRPr="00EB137C">
        <w:rPr>
          <w:rFonts w:cstheme="minorHAnsi"/>
          <w:noProof/>
          <w:szCs w:val="18"/>
          <w:lang w:eastAsia="pl-PL"/>
        </w:rPr>
        <w:t>POST/DYS/OW/GZ/00180/2026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F3414F" w:rsidRPr="00EB137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5933DADF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F3414F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308F966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F3414F" w:rsidRPr="00EB137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30EA6829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F3414F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F3414F" w:rsidRPr="00EB137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</w:t>
      </w:r>
      <w:r w:rsidRPr="00AD02FC">
        <w:rPr>
          <w:rFonts w:cstheme="minorHAnsi"/>
        </w:rPr>
        <w:lastRenderedPageBreak/>
        <w:t xml:space="preserve">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4B021BBF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F3414F" w:rsidRPr="00EB137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F3414F" w:rsidRPr="00EB137C">
        <w:rPr>
          <w:rFonts w:cstheme="minorHAnsi"/>
          <w:b/>
          <w:noProof/>
        </w:rPr>
        <w:t>POST/DYS/OW/GZ/00180/2026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lastRenderedPageBreak/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0709A202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3414F" w:rsidRPr="00EB137C">
        <w:rPr>
          <w:rFonts w:cstheme="minorHAnsi"/>
          <w:noProof/>
          <w:lang w:eastAsia="pl-PL"/>
        </w:rPr>
        <w:t>POST/DYS/OW/GZ/00180/2026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F3414F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161EB2C1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3414F" w:rsidRPr="00EB137C">
        <w:rPr>
          <w:rFonts w:cstheme="minorHAnsi"/>
          <w:noProof/>
          <w:lang w:eastAsia="pl-PL"/>
        </w:rPr>
        <w:t>POST/DYS/OW/GZ/00180/2026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F3414F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5809EC16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F3414F" w:rsidRPr="00EB137C">
        <w:rPr>
          <w:rFonts w:cstheme="minorHAnsi"/>
          <w:noProof/>
          <w:lang w:eastAsia="pl-PL"/>
        </w:rPr>
        <w:t>POST/DYS/OW/GZ/00180/2026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F3414F" w:rsidRPr="00EB137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338ADEA9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3414F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29B6D6C2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3414F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POST/DYS/OW/GZ/00180/2026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389C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6834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00BC"/>
    <w:rsid w:val="00286533"/>
    <w:rsid w:val="002A3129"/>
    <w:rsid w:val="002A48F7"/>
    <w:rsid w:val="002B3D76"/>
    <w:rsid w:val="002B5C62"/>
    <w:rsid w:val="002C470F"/>
    <w:rsid w:val="002C66E0"/>
    <w:rsid w:val="002D0EEA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1CDC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1A5B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4E5B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134A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45D90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474BB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2BE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44B1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24735"/>
    <w:rsid w:val="00D24D93"/>
    <w:rsid w:val="00D25215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305E"/>
    <w:rsid w:val="00E45F98"/>
    <w:rsid w:val="00E514E3"/>
    <w:rsid w:val="00E53CED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0513B"/>
    <w:rsid w:val="00F21DD8"/>
    <w:rsid w:val="00F25128"/>
    <w:rsid w:val="00F32BD1"/>
    <w:rsid w:val="00F3414F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1C4C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180_zał nr 4, 6, 7, 8, 11 do SWZ.docx</dmsv2BaseFileName>
    <dmsv2BaseDisplayName xmlns="http://schemas.microsoft.com/sharepoint/v3">180_zał nr 4, 6, 7, 8, 11 do SWZ</dmsv2BaseDisplayName>
    <dmsv2SWPP2ObjectNumber xmlns="http://schemas.microsoft.com/sharepoint/v3">POST/DYS/OW/GZ/00180/2026                         </dmsv2SWPP2ObjectNumber>
    <dmsv2SWPP2SumMD5 xmlns="http://schemas.microsoft.com/sharepoint/v3">4f39c0b46c51a22d876e30aed8741a77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24187120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JEUP5JKVCYQC-1398355148-10529</_dlc_DocId>
    <_dlc_DocIdUrl xmlns="a19cb1c7-c5c7-46d4-85ae-d83685407bba">
      <Url>https://swpp2.dms.gkpge.pl/sites/41/_layouts/15/DocIdRedir.aspx?ID=JEUP5JKVCYQC-1398355148-10529</Url>
      <Description>JEUP5JKVCYQC-1398355148-10529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3E9794-EE6C-415D-A118-D27397E7845D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56626C-44C0-47EE-B1E6-61B442E4675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5320</Words>
  <Characters>31922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2026-01-26T08:46:00Z</dcterms:created>
  <dcterms:modified xsi:type="dcterms:W3CDTF">2026-01-26T08:50:00Z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4882e64c-4f94-436f-bffc-7501637b6c11</vt:lpwstr>
  </property>
</Properties>
</file>